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3D4" w:rsidRDefault="007333D4" w:rsidP="00212EF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Приложение № 1</w:t>
      </w:r>
    </w:p>
    <w:p w:rsidR="007333D4" w:rsidRDefault="007333D4" w:rsidP="00212EF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к решению Речной сельской</w:t>
      </w:r>
    </w:p>
    <w:p w:rsidR="007333D4" w:rsidRDefault="007333D4" w:rsidP="00212EFA">
      <w:pPr>
        <w:jc w:val="right"/>
      </w:pPr>
      <w:r>
        <w:rPr>
          <w:sz w:val="28"/>
          <w:szCs w:val="28"/>
        </w:rPr>
        <w:t xml:space="preserve">                                                                                  Думы от  17.12.2020 №</w:t>
      </w:r>
      <w:bookmarkStart w:id="0" w:name="_GoBack"/>
      <w:bookmarkEnd w:id="0"/>
      <w:r>
        <w:rPr>
          <w:sz w:val="28"/>
          <w:szCs w:val="28"/>
        </w:rPr>
        <w:t xml:space="preserve"> ____</w:t>
      </w:r>
    </w:p>
    <w:p w:rsidR="007333D4" w:rsidRDefault="007333D4" w:rsidP="00811082">
      <w:pPr>
        <w:rPr>
          <w:b/>
        </w:rPr>
      </w:pPr>
    </w:p>
    <w:p w:rsidR="007333D4" w:rsidRDefault="007333D4" w:rsidP="00811082">
      <w:pPr>
        <w:rPr>
          <w:b/>
        </w:rPr>
      </w:pPr>
    </w:p>
    <w:p w:rsidR="007333D4" w:rsidRDefault="007333D4" w:rsidP="00811082">
      <w:pPr>
        <w:rPr>
          <w:b/>
        </w:rPr>
      </w:pPr>
    </w:p>
    <w:p w:rsidR="007333D4" w:rsidRDefault="007333D4" w:rsidP="00811082">
      <w:pPr>
        <w:rPr>
          <w:b/>
        </w:rPr>
      </w:pPr>
    </w:p>
    <w:p w:rsidR="007333D4" w:rsidRDefault="007333D4" w:rsidP="00811082">
      <w:pPr>
        <w:rPr>
          <w:b/>
        </w:rPr>
      </w:pPr>
    </w:p>
    <w:p w:rsidR="007333D4" w:rsidRDefault="007333D4" w:rsidP="008110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7333D4" w:rsidRDefault="007333D4" w:rsidP="008110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коды главных распорядителей средств бюджета</w:t>
      </w:r>
    </w:p>
    <w:p w:rsidR="007333D4" w:rsidRDefault="007333D4" w:rsidP="008110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Речное сельское поселение</w:t>
      </w:r>
    </w:p>
    <w:p w:rsidR="007333D4" w:rsidRDefault="007333D4" w:rsidP="008110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Куменского района Кировской области</w:t>
      </w:r>
    </w:p>
    <w:p w:rsidR="007333D4" w:rsidRDefault="007333D4" w:rsidP="00811082">
      <w:pPr>
        <w:jc w:val="center"/>
        <w:rPr>
          <w:b/>
          <w:sz w:val="28"/>
          <w:szCs w:val="28"/>
        </w:rPr>
      </w:pPr>
    </w:p>
    <w:p w:rsidR="007333D4" w:rsidRDefault="007333D4" w:rsidP="00811082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8"/>
        <w:gridCol w:w="7843"/>
      </w:tblGrid>
      <w:tr w:rsidR="007333D4" w:rsidTr="00811082">
        <w:tc>
          <w:tcPr>
            <w:tcW w:w="1728" w:type="dxa"/>
          </w:tcPr>
          <w:p w:rsidR="007333D4" w:rsidRDefault="007333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</w:t>
            </w:r>
          </w:p>
        </w:tc>
        <w:tc>
          <w:tcPr>
            <w:tcW w:w="7843" w:type="dxa"/>
          </w:tcPr>
          <w:p w:rsidR="007333D4" w:rsidRDefault="007333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администратора</w:t>
            </w:r>
          </w:p>
        </w:tc>
      </w:tr>
      <w:tr w:rsidR="007333D4" w:rsidTr="00811082">
        <w:tc>
          <w:tcPr>
            <w:tcW w:w="1728" w:type="dxa"/>
          </w:tcPr>
          <w:p w:rsidR="007333D4" w:rsidRDefault="007333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985</w:t>
            </w:r>
          </w:p>
        </w:tc>
        <w:tc>
          <w:tcPr>
            <w:tcW w:w="7843" w:type="dxa"/>
          </w:tcPr>
          <w:p w:rsidR="007333D4" w:rsidRDefault="007333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учреждение администрация муниципального образования Речное сельское поселение Куменского района Кировской области</w:t>
            </w:r>
          </w:p>
        </w:tc>
      </w:tr>
    </w:tbl>
    <w:p w:rsidR="007333D4" w:rsidRDefault="007333D4" w:rsidP="00811082"/>
    <w:p w:rsidR="007333D4" w:rsidRDefault="007333D4" w:rsidP="00811082"/>
    <w:p w:rsidR="007333D4" w:rsidRDefault="007333D4"/>
    <w:sectPr w:rsidR="007333D4" w:rsidSect="00907E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1082"/>
    <w:rsid w:val="001A635F"/>
    <w:rsid w:val="00212EFA"/>
    <w:rsid w:val="00467EBA"/>
    <w:rsid w:val="00526F85"/>
    <w:rsid w:val="007333D4"/>
    <w:rsid w:val="00792D90"/>
    <w:rsid w:val="007C10F3"/>
    <w:rsid w:val="00811082"/>
    <w:rsid w:val="008659D5"/>
    <w:rsid w:val="008D6F32"/>
    <w:rsid w:val="008F03B4"/>
    <w:rsid w:val="00907ED5"/>
    <w:rsid w:val="00A37D76"/>
    <w:rsid w:val="00BF1CEA"/>
    <w:rsid w:val="00C21894"/>
    <w:rsid w:val="00C84781"/>
    <w:rsid w:val="00DD7580"/>
    <w:rsid w:val="00E61B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08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880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94</Words>
  <Characters>540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Жемчугова</cp:lastModifiedBy>
  <cp:revision>7</cp:revision>
  <dcterms:created xsi:type="dcterms:W3CDTF">2018-12-05T11:35:00Z</dcterms:created>
  <dcterms:modified xsi:type="dcterms:W3CDTF">2020-11-30T03:43:00Z</dcterms:modified>
</cp:coreProperties>
</file>